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05" w:rsidRPr="00040293" w:rsidRDefault="00580205" w:rsidP="0004029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40293">
        <w:rPr>
          <w:rFonts w:ascii="Times New Roman" w:hAnsi="Times New Roman" w:cs="Times New Roman"/>
          <w:sz w:val="28"/>
          <w:szCs w:val="28"/>
        </w:rPr>
        <w:t>«ФІЗИЧНА КУЛЬТУРА ТА ФІЗИЧНЕ ВИХОВАННЯ»</w:t>
      </w:r>
    </w:p>
    <w:p w:rsidR="00580205" w:rsidRPr="00040293" w:rsidRDefault="00580205" w:rsidP="000402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0205" w:rsidRPr="00040293" w:rsidRDefault="00580205" w:rsidP="000402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ЦИМБАЛЮК Ж. О. </w:t>
      </w:r>
      <w:r w:rsidRPr="00040293">
        <w:rPr>
          <w:rFonts w:ascii="Times New Roman" w:hAnsi="Times New Roman" w:cs="Times New Roman"/>
          <w:sz w:val="24"/>
          <w:szCs w:val="24"/>
        </w:rPr>
        <w:t>доцент, канд. фіз. вих.</w:t>
      </w:r>
    </w:p>
    <w:p w:rsidR="00580205" w:rsidRPr="00040293" w:rsidRDefault="00580205" w:rsidP="00040293">
      <w:pPr>
        <w:autoSpaceDE w:val="0"/>
        <w:autoSpaceDN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  <w:r w:rsidRPr="00040293">
        <w:rPr>
          <w:rFonts w:ascii="Times New Roman" w:hAnsi="Times New Roman" w:cs="Times New Roman"/>
          <w:sz w:val="24"/>
          <w:szCs w:val="24"/>
          <w:lang w:eastAsia="uk-UA"/>
        </w:rPr>
        <w:t>Харківський національний педагогічний університет імені Г.</w:t>
      </w:r>
      <w:r w:rsidRPr="00040293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 </w:t>
      </w:r>
      <w:r w:rsidRPr="00040293">
        <w:rPr>
          <w:rFonts w:ascii="Times New Roman" w:hAnsi="Times New Roman" w:cs="Times New Roman"/>
          <w:sz w:val="24"/>
          <w:szCs w:val="24"/>
          <w:lang w:eastAsia="uk-UA"/>
        </w:rPr>
        <w:t>С. Сковороди</w:t>
      </w:r>
    </w:p>
    <w:p w:rsidR="00580205" w:rsidRPr="003221A3" w:rsidRDefault="00580205" w:rsidP="001B20DC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80205" w:rsidRPr="00040293" w:rsidRDefault="00580205" w:rsidP="003221A3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04029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ОПЕРАТИВНА ОЦІНКА ФУНКЦІОНАЛЬНОГО СТАНУ СТУДЕНТІВ</w:t>
      </w:r>
    </w:p>
    <w:p w:rsidR="00580205" w:rsidRPr="00B16D3C" w:rsidRDefault="00580205" w:rsidP="001B20D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580205" w:rsidRDefault="00580205" w:rsidP="00DE1C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B16D3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Анотація.</w:t>
      </w:r>
      <w:r w:rsidRPr="00B16D3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Запропоновано п</w:t>
      </w:r>
      <w:r w:rsidRPr="00B16D3C">
        <w:rPr>
          <w:rFonts w:ascii="Times New Roman" w:hAnsi="Times New Roman" w:cs="Times New Roman"/>
          <w:sz w:val="28"/>
          <w:szCs w:val="28"/>
          <w:lang w:eastAsia="uk-UA"/>
        </w:rPr>
        <w:t xml:space="preserve">ідхід до організації занять з фізичного виховання з урахуванням визначення рівня функціонального стану студентів на початковому етапі навчання. 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В експерименті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прийняли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участь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55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студентів.</w:t>
      </w:r>
    </w:p>
    <w:p w:rsidR="00580205" w:rsidRDefault="00580205" w:rsidP="00DE1C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5D097B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 xml:space="preserve">Ключові слова: 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>фізичне виховання, рівень функціонального стану, індекс фізичного стану.</w:t>
      </w:r>
    </w:p>
    <w:p w:rsidR="00580205" w:rsidRPr="009E7F0A" w:rsidRDefault="00580205" w:rsidP="00DE1C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5D097B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>Вступ.</w:t>
      </w:r>
      <w:r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r w:rsidRPr="009E7F0A">
        <w:rPr>
          <w:rFonts w:ascii="Times New Roman" w:hAnsi="Times New Roman" w:cs="Times New Roman"/>
          <w:sz w:val="28"/>
          <w:szCs w:val="28"/>
          <w:lang w:val="ru-RU" w:eastAsia="uk-UA"/>
        </w:rPr>
        <w:t>Одним із завдань фізичного виховання у вищих навчальних закладах є забезпечення у студентської молоді належного рівня розвитку показників їх функціональних і морфологічних можливостей організму, фізичних якостей, рухових можливостей, працездатності [2]. У зв'язку з цим заняття з фізичного виховання повинні бути регулярними, а навантаження на них носити тренеруючий ефект. Однак при підборі навантажень на заняттях з фізичного виховання, які проводяться на початку навчального року і після вимушених перерв (канікули, практика, хвороби), відсутня оперативна оцінка рівня функціонального стану тих, хто займається, що нерідко призводить до стомлення, а часто до травм. Тому, до тестування функціональних можливостей студентів пред'являється ряд вимог, однією з яких є оперативність.</w:t>
      </w:r>
    </w:p>
    <w:p w:rsidR="00580205" w:rsidRPr="009E7F0A" w:rsidRDefault="00580205" w:rsidP="003F2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9E7F0A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>Мета дослідження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полягає в удосконаленні </w:t>
      </w:r>
      <w:r w:rsidRPr="00B16D3C">
        <w:rPr>
          <w:rFonts w:ascii="Times New Roman" w:hAnsi="Times New Roman" w:cs="Times New Roman"/>
          <w:sz w:val="28"/>
          <w:szCs w:val="28"/>
          <w:lang w:val="ru-RU" w:eastAsia="uk-UA"/>
        </w:rPr>
        <w:t>організації занять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9E7F0A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з фізичного виховання </w:t>
      </w:r>
      <w:r w:rsidRPr="00AE25A2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на початковому етапі навчання </w:t>
      </w:r>
      <w:r w:rsidRPr="009E7F0A">
        <w:rPr>
          <w:rFonts w:ascii="Times New Roman" w:hAnsi="Times New Roman" w:cs="Times New Roman"/>
          <w:sz w:val="28"/>
          <w:szCs w:val="28"/>
          <w:lang w:val="ru-RU" w:eastAsia="uk-UA"/>
        </w:rPr>
        <w:t>з урахуванням визначення рівня функціонального стану студентів.</w:t>
      </w:r>
    </w:p>
    <w:p w:rsidR="00580205" w:rsidRPr="009E7F0A" w:rsidRDefault="00580205" w:rsidP="002558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E7F0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Завдання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м</w:t>
      </w:r>
      <w:r w:rsidRPr="009E7F0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дослідження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є о</w:t>
      </w:r>
      <w:r w:rsidRPr="00B16D3C">
        <w:rPr>
          <w:rFonts w:ascii="Times New Roman" w:hAnsi="Times New Roman" w:cs="Times New Roman"/>
          <w:sz w:val="28"/>
          <w:szCs w:val="28"/>
          <w:lang w:eastAsia="uk-UA"/>
        </w:rPr>
        <w:t>бґрунтува</w:t>
      </w:r>
      <w:r>
        <w:rPr>
          <w:rFonts w:ascii="Times New Roman" w:hAnsi="Times New Roman" w:cs="Times New Roman"/>
          <w:sz w:val="28"/>
          <w:szCs w:val="28"/>
          <w:lang w:eastAsia="uk-UA"/>
        </w:rPr>
        <w:t>ння</w:t>
      </w:r>
      <w:r w:rsidRPr="00B16D3C">
        <w:rPr>
          <w:rFonts w:ascii="Times New Roman" w:hAnsi="Times New Roman" w:cs="Times New Roman"/>
          <w:sz w:val="28"/>
          <w:szCs w:val="28"/>
          <w:lang w:eastAsia="uk-UA"/>
        </w:rPr>
        <w:t xml:space="preserve"> підх</w:t>
      </w:r>
      <w:r>
        <w:rPr>
          <w:rFonts w:ascii="Times New Roman" w:hAnsi="Times New Roman" w:cs="Times New Roman"/>
          <w:sz w:val="28"/>
          <w:szCs w:val="28"/>
          <w:lang w:eastAsia="uk-UA"/>
        </w:rPr>
        <w:t>о</w:t>
      </w:r>
      <w:r w:rsidRPr="00B16D3C">
        <w:rPr>
          <w:rFonts w:ascii="Times New Roman" w:hAnsi="Times New Roman" w:cs="Times New Roman"/>
          <w:sz w:val="28"/>
          <w:szCs w:val="28"/>
          <w:lang w:eastAsia="uk-UA"/>
        </w:rPr>
        <w:t>д</w:t>
      </w:r>
      <w:r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Pr="00B16D3C">
        <w:rPr>
          <w:rFonts w:ascii="Times New Roman" w:hAnsi="Times New Roman" w:cs="Times New Roman"/>
          <w:sz w:val="28"/>
          <w:szCs w:val="28"/>
          <w:lang w:eastAsia="uk-UA"/>
        </w:rPr>
        <w:t xml:space="preserve"> до організації занять </w:t>
      </w:r>
      <w:r w:rsidRPr="00B16D3C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з фізичного виховання </w:t>
      </w:r>
      <w:r w:rsidRPr="00B16D3C">
        <w:rPr>
          <w:rFonts w:ascii="Times New Roman" w:hAnsi="Times New Roman" w:cs="Times New Roman"/>
          <w:sz w:val="28"/>
          <w:szCs w:val="28"/>
          <w:lang w:eastAsia="uk-UA"/>
        </w:rPr>
        <w:t>на основі визначення рівня функціонального стану студентів</w:t>
      </w:r>
      <w:r w:rsidRPr="009E7F0A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205" w:rsidRDefault="00580205" w:rsidP="00ED06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Матеріал і методи дослідження. </w:t>
      </w:r>
      <w:r>
        <w:rPr>
          <w:rFonts w:ascii="Times New Roman" w:hAnsi="Times New Roman" w:cs="Times New Roman"/>
          <w:sz w:val="28"/>
          <w:szCs w:val="28"/>
          <w:lang w:eastAsia="uk-UA"/>
        </w:rPr>
        <w:t>В дослідженні прийняли участь 55 студентів І курсу українського мовно-літературного факультету Харківського національного педагогічного університету імені Г.С. Сковороди, у яких у вересні 2015 року</w:t>
      </w:r>
      <w:r w:rsidRPr="00ED066E">
        <w:t xml:space="preserve"> </w:t>
      </w:r>
      <w:r w:rsidRPr="00ED066E">
        <w:rPr>
          <w:rFonts w:ascii="Times New Roman" w:hAnsi="Times New Roman" w:cs="Times New Roman"/>
          <w:sz w:val="28"/>
          <w:szCs w:val="28"/>
          <w:lang w:eastAsia="uk-UA"/>
        </w:rPr>
        <w:t>було визначено рівень функціонального стану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FC0348">
        <w:rPr>
          <w:rFonts w:ascii="Times New Roman" w:hAnsi="Times New Roman" w:cs="Times New Roman"/>
          <w:sz w:val="28"/>
          <w:szCs w:val="28"/>
          <w:lang w:eastAsia="uk-UA"/>
        </w:rPr>
        <w:t xml:space="preserve">за величиною індексу фізичного стану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r w:rsidRPr="00FC0348">
        <w:rPr>
          <w:rFonts w:ascii="Times New Roman" w:hAnsi="Times New Roman" w:cs="Times New Roman"/>
          <w:sz w:val="28"/>
          <w:szCs w:val="28"/>
          <w:lang w:eastAsia="uk-UA"/>
        </w:rPr>
        <w:t>методик</w:t>
      </w:r>
      <w:r>
        <w:rPr>
          <w:rFonts w:ascii="Times New Roman" w:hAnsi="Times New Roman" w:cs="Times New Roman"/>
          <w:sz w:val="28"/>
          <w:szCs w:val="28"/>
          <w:lang w:eastAsia="uk-UA"/>
        </w:rPr>
        <w:t>ою</w:t>
      </w:r>
      <w:r w:rsidRPr="00FC0348">
        <w:rPr>
          <w:rFonts w:ascii="Times New Roman" w:hAnsi="Times New Roman" w:cs="Times New Roman"/>
          <w:sz w:val="28"/>
          <w:szCs w:val="28"/>
          <w:lang w:eastAsia="uk-UA"/>
        </w:rPr>
        <w:t xml:space="preserve"> Е.А. Пирогової [</w:t>
      </w:r>
      <w:r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Pr="00FC0348">
        <w:rPr>
          <w:rFonts w:ascii="Times New Roman" w:hAnsi="Times New Roman" w:cs="Times New Roman"/>
          <w:sz w:val="28"/>
          <w:szCs w:val="28"/>
          <w:lang w:eastAsia="uk-UA"/>
        </w:rPr>
        <w:t>]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205" w:rsidRDefault="00580205" w:rsidP="00ED066E">
      <w:pPr>
        <w:pStyle w:val="NormalWeb"/>
        <w:spacing w:before="0" w:beforeAutospacing="0" w:after="0" w:afterAutospacing="0"/>
        <w:ind w:firstLine="720"/>
        <w:jc w:val="both"/>
        <w:rPr>
          <w:rFonts w:cs="Calibri"/>
          <w:sz w:val="28"/>
          <w:szCs w:val="28"/>
          <w:lang w:val="uk-UA" w:eastAsia="uk-UA"/>
        </w:rPr>
      </w:pPr>
      <w:r w:rsidRPr="00E55747">
        <w:rPr>
          <w:sz w:val="28"/>
          <w:szCs w:val="28"/>
          <w:lang w:val="uk-UA" w:eastAsia="uk-UA"/>
        </w:rPr>
        <w:t>Завдання, як</w:t>
      </w:r>
      <w:r>
        <w:rPr>
          <w:sz w:val="28"/>
          <w:szCs w:val="28"/>
          <w:lang w:val="uk-UA" w:eastAsia="uk-UA"/>
        </w:rPr>
        <w:t>е</w:t>
      </w:r>
      <w:r w:rsidRPr="00E55747">
        <w:rPr>
          <w:sz w:val="28"/>
          <w:szCs w:val="28"/>
          <w:lang w:val="uk-UA" w:eastAsia="uk-UA"/>
        </w:rPr>
        <w:t xml:space="preserve"> бул</w:t>
      </w:r>
      <w:r>
        <w:rPr>
          <w:sz w:val="28"/>
          <w:szCs w:val="28"/>
          <w:lang w:val="uk-UA" w:eastAsia="uk-UA"/>
        </w:rPr>
        <w:t>о</w:t>
      </w:r>
      <w:r w:rsidRPr="00E55747">
        <w:rPr>
          <w:sz w:val="28"/>
          <w:szCs w:val="28"/>
          <w:lang w:val="uk-UA" w:eastAsia="uk-UA"/>
        </w:rPr>
        <w:t xml:space="preserve"> поставлен</w:t>
      </w:r>
      <w:r>
        <w:rPr>
          <w:sz w:val="28"/>
          <w:szCs w:val="28"/>
          <w:lang w:val="uk-UA" w:eastAsia="uk-UA"/>
        </w:rPr>
        <w:t>о</w:t>
      </w:r>
      <w:r w:rsidRPr="00E55747">
        <w:rPr>
          <w:sz w:val="28"/>
          <w:szCs w:val="28"/>
          <w:lang w:val="uk-UA" w:eastAsia="uk-UA"/>
        </w:rPr>
        <w:t xml:space="preserve"> в дослідженні, вирішувал</w:t>
      </w:r>
      <w:r>
        <w:rPr>
          <w:sz w:val="28"/>
          <w:szCs w:val="28"/>
          <w:lang w:val="uk-UA" w:eastAsia="uk-UA"/>
        </w:rPr>
        <w:t>ось за допомогою таких методів:</w:t>
      </w:r>
      <w:r w:rsidRPr="00B16D3C">
        <w:rPr>
          <w:lang w:val="uk-UA"/>
        </w:rPr>
        <w:t xml:space="preserve"> </w:t>
      </w:r>
      <w:r w:rsidRPr="00B16D3C">
        <w:rPr>
          <w:sz w:val="28"/>
          <w:szCs w:val="28"/>
          <w:lang w:val="uk-UA" w:eastAsia="uk-UA"/>
        </w:rPr>
        <w:t>аналіз і узагальнення наукової інформації з проблеми дослідження, навчально-методичної та нормативної документації; тестування студентів, методи математичної обробки отриманих результатів.</w:t>
      </w:r>
    </w:p>
    <w:p w:rsidR="00580205" w:rsidRPr="00FC0348" w:rsidRDefault="00580205" w:rsidP="00FC034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16D3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Результати дослідження та їх обговорення.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bookmarkStart w:id="0" w:name="_GoBack"/>
      <w:bookmarkEnd w:id="0"/>
      <w:r w:rsidRPr="00FC0348">
        <w:rPr>
          <w:rFonts w:ascii="Times New Roman" w:hAnsi="Times New Roman" w:cs="Times New Roman"/>
          <w:sz w:val="28"/>
          <w:szCs w:val="28"/>
          <w:lang w:eastAsia="uk-UA"/>
        </w:rPr>
        <w:t>Фізичне виховання проводитися під постійним контролем лікарів, особливо у студентів, які мають відхилення у стані здоров'я. Згідно «Положення про лікарський контроль за фізичним вихованням населення» всі студенти, що займаються на кафедрі фізичного виховання, щорічно проходять медичне обстеження в поліклініці [2]. З урахуванням цих чинників їх ділять на заняттях з фізичного виховання на 3 групи: основну, підготовчу і спеціальну медичну. Однак, така інформація (раз на рік) не оперативна для прийняття рішення про правильність організації навчального процесу на початковому етапі навчання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r w:rsidRPr="002558BD">
        <w:rPr>
          <w:rFonts w:ascii="Times New Roman" w:hAnsi="Times New Roman" w:cs="Times New Roman"/>
          <w:sz w:val="28"/>
          <w:szCs w:val="28"/>
          <w:lang w:eastAsia="uk-UA"/>
        </w:rPr>
        <w:t>після вимушених перерв (канікули, практика, хвороби)</w:t>
      </w:r>
      <w:r w:rsidRPr="00FC0348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205" w:rsidRDefault="00580205" w:rsidP="00FC034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C0348">
        <w:rPr>
          <w:rFonts w:ascii="Times New Roman" w:hAnsi="Times New Roman" w:cs="Times New Roman"/>
          <w:sz w:val="28"/>
          <w:szCs w:val="28"/>
          <w:lang w:eastAsia="uk-UA"/>
        </w:rPr>
        <w:t>Для організації навчального процесу з фізичного виховання необхідні більш оперативні методи оцінювання функціонального стану студентів, що на практиці дозволять приймати рішення про переведення студентів в підгрупу з більш високим або низьким його рівнем, що є одним із завдань даної роботи.</w:t>
      </w:r>
    </w:p>
    <w:p w:rsidR="00580205" w:rsidRPr="00B16D3C" w:rsidRDefault="00580205" w:rsidP="00FC034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16D3C">
        <w:rPr>
          <w:rFonts w:ascii="Times New Roman" w:hAnsi="Times New Roman" w:cs="Times New Roman"/>
          <w:sz w:val="28"/>
          <w:szCs w:val="28"/>
          <w:lang w:eastAsia="uk-UA"/>
        </w:rPr>
        <w:t xml:space="preserve">Існує ряд точних, оперативних, інформативних способів оцінки функціонального стану, фізичного розвитку людини, але, на думку ряду авторів [1; </w:t>
      </w:r>
      <w:r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Pr="00B16D3C">
        <w:rPr>
          <w:rFonts w:ascii="Times New Roman" w:hAnsi="Times New Roman" w:cs="Times New Roman"/>
          <w:sz w:val="28"/>
          <w:szCs w:val="28"/>
          <w:lang w:eastAsia="uk-UA"/>
        </w:rPr>
        <w:t>], єдиної уніфікованої методики діагностики фахівці поки не виробили, хоча на практиці ряд з них широко використовується.</w:t>
      </w:r>
    </w:p>
    <w:p w:rsidR="00580205" w:rsidRDefault="00580205" w:rsidP="00B16D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16D3C">
        <w:rPr>
          <w:rFonts w:ascii="Times New Roman" w:hAnsi="Times New Roman" w:cs="Times New Roman"/>
          <w:sz w:val="28"/>
          <w:szCs w:val="28"/>
          <w:lang w:eastAsia="uk-UA"/>
        </w:rPr>
        <w:t>Особливої уваги заслуговує методика визначення рівня функціонального стану (</w:t>
      </w:r>
      <w:r>
        <w:rPr>
          <w:rFonts w:ascii="Times New Roman" w:hAnsi="Times New Roman" w:cs="Times New Roman"/>
          <w:sz w:val="28"/>
          <w:szCs w:val="28"/>
          <w:lang w:eastAsia="uk-UA"/>
        </w:rPr>
        <w:t>Р</w:t>
      </w:r>
      <w:r w:rsidRPr="00B16D3C">
        <w:rPr>
          <w:rFonts w:ascii="Times New Roman" w:hAnsi="Times New Roman" w:cs="Times New Roman"/>
          <w:sz w:val="28"/>
          <w:szCs w:val="28"/>
          <w:lang w:eastAsia="uk-UA"/>
        </w:rPr>
        <w:t xml:space="preserve">ФС) за величиною індексу фізичного стану (ІФП) </w:t>
      </w:r>
      <w:r>
        <w:rPr>
          <w:rFonts w:ascii="Times New Roman" w:hAnsi="Times New Roman" w:cs="Times New Roman"/>
          <w:sz w:val="28"/>
          <w:szCs w:val="28"/>
          <w:lang w:eastAsia="uk-UA"/>
        </w:rPr>
        <w:t>за</w:t>
      </w:r>
      <w:r w:rsidRPr="00B16D3C">
        <w:rPr>
          <w:rFonts w:ascii="Times New Roman" w:hAnsi="Times New Roman" w:cs="Times New Roman"/>
          <w:sz w:val="28"/>
          <w:szCs w:val="28"/>
          <w:lang w:eastAsia="uk-UA"/>
        </w:rPr>
        <w:t xml:space="preserve"> Е.А. Пирогово</w:t>
      </w:r>
      <w:r>
        <w:rPr>
          <w:rFonts w:ascii="Times New Roman" w:hAnsi="Times New Roman" w:cs="Times New Roman"/>
          <w:sz w:val="28"/>
          <w:szCs w:val="28"/>
          <w:lang w:eastAsia="uk-UA"/>
        </w:rPr>
        <w:t>ю</w:t>
      </w:r>
      <w:r w:rsidRPr="00B16D3C">
        <w:rPr>
          <w:rFonts w:ascii="Times New Roman" w:hAnsi="Times New Roman" w:cs="Times New Roman"/>
          <w:sz w:val="28"/>
          <w:szCs w:val="28"/>
          <w:lang w:eastAsia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Pr="00B16D3C">
        <w:rPr>
          <w:rFonts w:ascii="Times New Roman" w:hAnsi="Times New Roman" w:cs="Times New Roman"/>
          <w:sz w:val="28"/>
          <w:szCs w:val="28"/>
          <w:lang w:eastAsia="uk-UA"/>
        </w:rPr>
        <w:t>]. Цей метод дозволяє за результатами, отриманими в стані спокою, прогнозувати реакції організму при динамічній роботі, що особливо важливо при визначенні навантаження для людей, які мають відхилення у стані здоров'я, після хвороб, травм. Фізіологічним об</w:t>
      </w:r>
      <w:r>
        <w:rPr>
          <w:rFonts w:ascii="Times New Roman" w:hAnsi="Times New Roman" w:cs="Times New Roman"/>
          <w:sz w:val="28"/>
          <w:szCs w:val="28"/>
          <w:lang w:eastAsia="uk-UA"/>
        </w:rPr>
        <w:t>г</w:t>
      </w:r>
      <w:r w:rsidRPr="00B16D3C">
        <w:rPr>
          <w:rFonts w:ascii="Times New Roman" w:hAnsi="Times New Roman" w:cs="Times New Roman"/>
          <w:sz w:val="28"/>
          <w:szCs w:val="28"/>
          <w:lang w:eastAsia="uk-UA"/>
        </w:rPr>
        <w:t>рунтуванням цього методу є тісний зв’язок величини ЧСС у спокої з рівнем фізичної працездатності. На основі отриманих у спокої показників прогнозується рівень фізичного стану, а результат оцінюється за шкалою.</w:t>
      </w:r>
    </w:p>
    <w:p w:rsidR="00580205" w:rsidRPr="00DE1C9D" w:rsidRDefault="00580205" w:rsidP="00DE1C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A277BA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За допомогою комп'ютерної програми для обробки даних тестування </w:t>
      </w:r>
      <w:r w:rsidRPr="00D3773A">
        <w:rPr>
          <w:rFonts w:ascii="Times New Roman" w:hAnsi="Times New Roman" w:cs="Times New Roman"/>
          <w:sz w:val="28"/>
          <w:szCs w:val="28"/>
          <w:lang w:val="ru-RU" w:eastAsia="uk-UA"/>
        </w:rPr>
        <w:t>[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5</w:t>
      </w:r>
      <w:r w:rsidRPr="00D3773A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] </w:t>
      </w:r>
      <w:r w:rsidRPr="00A277BA">
        <w:rPr>
          <w:rFonts w:ascii="Times New Roman" w:hAnsi="Times New Roman" w:cs="Times New Roman"/>
          <w:sz w:val="28"/>
          <w:szCs w:val="28"/>
          <w:lang w:val="ru-RU" w:eastAsia="uk-UA"/>
        </w:rPr>
        <w:t>і раціональної організації одного з перших занять після вимушених перерв в заняттях можлив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о</w:t>
      </w:r>
      <w:r w:rsidRPr="00A277BA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протестувати значн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у</w:t>
      </w:r>
      <w:r w:rsidRPr="00A277BA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кількість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тих, хто приймає участь у тестуваннях</w:t>
      </w:r>
      <w:r w:rsidRPr="00A277BA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за мінімальний час.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За данними тестування студенти на заняттях з фізичного виховання поділяються на підгрупи ( від низького до високого рівнів функціонального стану)</w:t>
      </w:r>
      <w:r>
        <w:rPr>
          <w:rFonts w:ascii="Times New Roman" w:hAnsi="Times New Roman" w:cs="Times New Roman"/>
          <w:sz w:val="28"/>
          <w:szCs w:val="28"/>
          <w:lang w:eastAsia="uk-UA"/>
        </w:rPr>
        <w:t>, що в подальшому враховується при виборі завдань та дозуванні наванаження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.</w:t>
      </w:r>
    </w:p>
    <w:p w:rsidR="00580205" w:rsidRDefault="00580205" w:rsidP="00DE1C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>Даний підхід до організації занять з фізичного виховання був застосований в 201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5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>-201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6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навчальному році зі студентами І курсу </w:t>
      </w:r>
      <w:r w:rsidRPr="00FC0348">
        <w:rPr>
          <w:rFonts w:ascii="Times New Roman" w:hAnsi="Times New Roman" w:cs="Times New Roman"/>
          <w:sz w:val="28"/>
          <w:szCs w:val="28"/>
          <w:lang w:eastAsia="uk-UA"/>
        </w:rPr>
        <w:t>українського мовно-літературного факультету Х</w:t>
      </w:r>
      <w:r>
        <w:rPr>
          <w:rFonts w:ascii="Times New Roman" w:hAnsi="Times New Roman" w:cs="Times New Roman"/>
          <w:sz w:val="28"/>
          <w:szCs w:val="28"/>
          <w:lang w:eastAsia="uk-UA"/>
        </w:rPr>
        <w:t>НПУ</w:t>
      </w:r>
      <w:r w:rsidRPr="00FC0348">
        <w:rPr>
          <w:rFonts w:ascii="Times New Roman" w:hAnsi="Times New Roman" w:cs="Times New Roman"/>
          <w:sz w:val="28"/>
          <w:szCs w:val="28"/>
          <w:lang w:eastAsia="uk-UA"/>
        </w:rPr>
        <w:t xml:space="preserve"> імені Г.С. Сковород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. У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55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студентів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на одному з перших занять 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>було визначено рівень функціонального стану на початку І семестр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у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. Тестування показало, що </w:t>
      </w:r>
      <w:r w:rsidRPr="00AE25A2">
        <w:rPr>
          <w:rFonts w:ascii="Times New Roman" w:hAnsi="Times New Roman" w:cs="Times New Roman"/>
          <w:sz w:val="28"/>
          <w:szCs w:val="28"/>
          <w:lang w:val="ru-RU" w:eastAsia="uk-UA"/>
        </w:rPr>
        <w:t>3,6%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студент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ів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мають низький рівень функціонального стану, а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14,5% 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>студент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ів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‒</w:t>
      </w:r>
      <w:r w:rsidRPr="00DE1C9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рівень нижче середнього.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Це було враховано при проведенні занять до проходження студентами медичного огляду та розподілу їх на секції за обраним видом спорту та групи фізичної реабілітації.</w:t>
      </w:r>
    </w:p>
    <w:p w:rsidR="00580205" w:rsidRDefault="00580205" w:rsidP="00DE1C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На думку ряду авторів </w:t>
      </w:r>
      <w:r w:rsidRPr="00B90D65">
        <w:rPr>
          <w:rFonts w:ascii="Times New Roman" w:hAnsi="Times New Roman" w:cs="Times New Roman"/>
          <w:sz w:val="28"/>
          <w:szCs w:val="28"/>
          <w:lang w:val="ru-RU" w:eastAsia="uk-UA"/>
        </w:rPr>
        <w:t>[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3, </w:t>
      </w:r>
      <w:r w:rsidRPr="00B90D65">
        <w:rPr>
          <w:rFonts w:ascii="Times New Roman" w:hAnsi="Times New Roman" w:cs="Times New Roman"/>
          <w:sz w:val="28"/>
          <w:szCs w:val="28"/>
          <w:lang w:val="ru-RU" w:eastAsia="uk-UA"/>
        </w:rPr>
        <w:t>5]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на початковому етапі навчання, особливо серед студентів І курсу, під впливом адаптації до умов навчання погіршується показник </w:t>
      </w:r>
      <w:r w:rsidRPr="00CC1212">
        <w:rPr>
          <w:rFonts w:ascii="Times New Roman" w:hAnsi="Times New Roman" w:cs="Times New Roman"/>
          <w:sz w:val="28"/>
          <w:szCs w:val="28"/>
          <w:lang w:val="ru-RU" w:eastAsia="uk-UA"/>
        </w:rPr>
        <w:t>рівн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ю</w:t>
      </w:r>
      <w:r w:rsidRPr="00CC1212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функціонального стану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. В жовтні всі першокурсники знов пройшли тестування для </w:t>
      </w:r>
      <w:r w:rsidRPr="009A2DBB">
        <w:rPr>
          <w:rFonts w:ascii="Times New Roman" w:hAnsi="Times New Roman" w:cs="Times New Roman"/>
          <w:sz w:val="28"/>
          <w:szCs w:val="28"/>
          <w:lang w:val="ru-RU" w:eastAsia="uk-UA"/>
        </w:rPr>
        <w:t>визначен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ня</w:t>
      </w:r>
      <w:r w:rsidRPr="009A2DBB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рівн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я</w:t>
      </w:r>
      <w:r w:rsidRPr="009A2DBB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функціонального стану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, які показали, що 5</w:t>
      </w:r>
      <w:r w:rsidRPr="00DF5A1B">
        <w:rPr>
          <w:rFonts w:ascii="Times New Roman" w:hAnsi="Times New Roman" w:cs="Times New Roman"/>
          <w:sz w:val="28"/>
          <w:szCs w:val="28"/>
          <w:lang w:val="ru-RU" w:eastAsia="uk-UA"/>
        </w:rPr>
        <w:t>,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5</w:t>
      </w:r>
      <w:r w:rsidRPr="00DF5A1B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%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та </w:t>
      </w:r>
      <w:r w:rsidRPr="00DF5A1B">
        <w:rPr>
          <w:rFonts w:ascii="Times New Roman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8</w:t>
      </w:r>
      <w:r w:rsidRPr="00DF5A1B">
        <w:rPr>
          <w:rFonts w:ascii="Times New Roman" w:hAnsi="Times New Roman" w:cs="Times New Roman"/>
          <w:sz w:val="28"/>
          <w:szCs w:val="28"/>
          <w:lang w:val="ru-RU" w:eastAsia="uk-UA"/>
        </w:rPr>
        <w:t>,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2</w:t>
      </w:r>
      <w:r w:rsidRPr="00DF5A1B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% студентів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відповідно </w:t>
      </w:r>
      <w:r w:rsidRPr="00DF5A1B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мають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рівень </w:t>
      </w:r>
      <w:r w:rsidRPr="00DF5A1B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функціонального стану низький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та</w:t>
      </w:r>
      <w:r w:rsidRPr="00DF5A1B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нижче середнього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, що говорить про раціональну організацію навчального процесу, в ході якого</w:t>
      </w:r>
      <w:r w:rsidRPr="00D3772B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було </w:t>
      </w:r>
      <w:r w:rsidRPr="00D3772B">
        <w:rPr>
          <w:rFonts w:ascii="Times New Roman" w:hAnsi="Times New Roman" w:cs="Times New Roman"/>
          <w:sz w:val="28"/>
          <w:szCs w:val="28"/>
          <w:lang w:val="ru-RU" w:eastAsia="uk-UA"/>
        </w:rPr>
        <w:t>підтрима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но</w:t>
      </w:r>
      <w:r w:rsidRPr="00D3772B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рівень функціонального стану студентів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.</w:t>
      </w:r>
    </w:p>
    <w:p w:rsidR="00580205" w:rsidRDefault="00580205" w:rsidP="00DE1C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Дані обох тестувань пройшли математичну обробку. Було </w:t>
      </w:r>
      <w:r w:rsidRPr="007313D7">
        <w:rPr>
          <w:rFonts w:ascii="Times New Roman" w:hAnsi="Times New Roman" w:cs="Times New Roman"/>
          <w:sz w:val="28"/>
          <w:szCs w:val="28"/>
          <w:lang w:val="ru-RU" w:eastAsia="uk-UA"/>
        </w:rPr>
        <w:t>зіставлено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дві виборки та визначено критерій </w:t>
      </w:r>
      <w:r w:rsidRPr="007313D7">
        <w:rPr>
          <w:rFonts w:ascii="Times New Roman" w:hAnsi="Times New Roman" w:cs="Times New Roman"/>
          <w:sz w:val="28"/>
          <w:szCs w:val="28"/>
          <w:lang w:val="ru-RU" w:eastAsia="uk-UA"/>
        </w:rPr>
        <w:t>Фішера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, за яким </w:t>
      </w:r>
      <w:r w:rsidRPr="007313D7">
        <w:rPr>
          <w:rFonts w:ascii="Times New Roman" w:hAnsi="Times New Roman" w:cs="Times New Roman"/>
          <w:sz w:val="28"/>
          <w:szCs w:val="28"/>
          <w:lang w:val="ru-RU" w:eastAsia="uk-UA"/>
        </w:rPr>
        <w:t>оцінює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ться</w:t>
      </w:r>
      <w:r w:rsidRPr="007313D7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достовірність відмінностей між процентними частками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цих </w:t>
      </w:r>
      <w:r w:rsidRPr="007313D7">
        <w:rPr>
          <w:rFonts w:ascii="Times New Roman" w:hAnsi="Times New Roman" w:cs="Times New Roman"/>
          <w:sz w:val="28"/>
          <w:szCs w:val="28"/>
          <w:lang w:val="ru-RU" w:eastAsia="uk-UA"/>
        </w:rPr>
        <w:t>вибірок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. Так, в підгрупі з низким рівнем </w:t>
      </w:r>
      <w:r w:rsidRPr="00321530">
        <w:rPr>
          <w:rFonts w:ascii="Times New Roman" w:hAnsi="Times New Roman" w:cs="Times New Roman"/>
          <w:sz w:val="28"/>
          <w:szCs w:val="28"/>
          <w:lang w:val="ru-RU" w:eastAsia="uk-UA"/>
        </w:rPr>
        <w:t>функціонального стану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о</w:t>
      </w:r>
      <w:r w:rsidRPr="00321530">
        <w:rPr>
          <w:rFonts w:ascii="Times New Roman" w:hAnsi="Times New Roman" w:cs="Times New Roman"/>
          <w:sz w:val="28"/>
          <w:szCs w:val="28"/>
          <w:lang w:val="ru-RU" w:eastAsia="uk-UA"/>
        </w:rPr>
        <w:t>тримане емпіричне значення φ* знаходиться в зоні незначущості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(</w:t>
      </w:r>
      <w:r w:rsidRPr="00321530">
        <w:rPr>
          <w:rFonts w:ascii="Times New Roman" w:hAnsi="Times New Roman" w:cs="Times New Roman"/>
          <w:sz w:val="28"/>
          <w:szCs w:val="28"/>
          <w:lang w:val="ru-RU" w:eastAsia="uk-UA"/>
        </w:rPr>
        <w:t>φ*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е</w:t>
      </w:r>
      <w:r w:rsidRPr="00321530">
        <w:rPr>
          <w:rFonts w:ascii="Times New Roman" w:hAnsi="Times New Roman" w:cs="Times New Roman"/>
          <w:sz w:val="28"/>
          <w:szCs w:val="28"/>
          <w:lang w:val="ru-RU" w:eastAsia="uk-UA"/>
        </w:rPr>
        <w:t>мп = 0.477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). В </w:t>
      </w:r>
      <w:r w:rsidRPr="00321530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підгрупі з рівнем функціонального стану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нижче середнього також </w:t>
      </w:r>
      <w:r w:rsidRPr="00321530">
        <w:rPr>
          <w:rFonts w:ascii="Times New Roman" w:hAnsi="Times New Roman" w:cs="Times New Roman"/>
          <w:sz w:val="28"/>
          <w:szCs w:val="28"/>
          <w:lang w:val="ru-RU" w:eastAsia="uk-UA"/>
        </w:rPr>
        <w:t>отримане емпіричне значення φ* знаходиться в зоні незначущості (φ*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е</w:t>
      </w:r>
      <w:r w:rsidRPr="00321530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мп = </w:t>
      </w:r>
      <w:r w:rsidRPr="00321530">
        <w:rPr>
          <w:rFonts w:ascii="Times New Roman" w:hAnsi="Times New Roman" w:cs="Times New Roman"/>
          <w:sz w:val="28"/>
          <w:szCs w:val="28"/>
          <w:lang w:eastAsia="uk-UA"/>
        </w:rPr>
        <w:t>0.273</w:t>
      </w:r>
      <w:r w:rsidRPr="00321530">
        <w:rPr>
          <w:rFonts w:ascii="Times New Roman" w:hAnsi="Times New Roman" w:cs="Times New Roman"/>
          <w:sz w:val="28"/>
          <w:szCs w:val="28"/>
          <w:lang w:val="ru-RU" w:eastAsia="uk-UA"/>
        </w:rPr>
        <w:t>).</w:t>
      </w:r>
    </w:p>
    <w:p w:rsidR="00580205" w:rsidRDefault="00580205" w:rsidP="00A277BA">
      <w:pPr>
        <w:tabs>
          <w:tab w:val="left" w:pos="33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77B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Висновки.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E86F03">
        <w:rPr>
          <w:rFonts w:ascii="Times New Roman" w:hAnsi="Times New Roman" w:cs="Times New Roman"/>
          <w:sz w:val="28"/>
          <w:szCs w:val="28"/>
          <w:lang w:eastAsia="uk-UA"/>
        </w:rPr>
        <w:t>Враховуючи погіршення рівня здоров'я студентської молоді в даний час, стає актуальною проблема регулярного контролю за рівнем функціонального стану, причому контроль повинен бути оперативним, а виявлені зміни і причини, що призводять до цього, усунені на заняттях фізичн</w:t>
      </w:r>
      <w:r>
        <w:rPr>
          <w:rFonts w:ascii="Times New Roman" w:hAnsi="Times New Roman" w:cs="Times New Roman"/>
          <w:sz w:val="28"/>
          <w:szCs w:val="28"/>
          <w:lang w:eastAsia="uk-UA"/>
        </w:rPr>
        <w:t>им</w:t>
      </w:r>
      <w:r w:rsidRPr="00E86F0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вихованням</w:t>
      </w:r>
      <w:r w:rsidRPr="00E86F03">
        <w:rPr>
          <w:rFonts w:ascii="Times New Roman" w:hAnsi="Times New Roman" w:cs="Times New Roman"/>
          <w:sz w:val="28"/>
          <w:szCs w:val="28"/>
          <w:lang w:eastAsia="uk-UA"/>
        </w:rPr>
        <w:t xml:space="preserve"> і спортом. Тому, викладачі і самі студенти можуть враховувати рівень функціонального стану при виборі фізичного навантаження, а застосовувати для його визначення тест індексу фізичного ст</w:t>
      </w:r>
      <w:r>
        <w:rPr>
          <w:rFonts w:ascii="Times New Roman" w:hAnsi="Times New Roman" w:cs="Times New Roman"/>
          <w:sz w:val="28"/>
          <w:szCs w:val="28"/>
          <w:lang w:eastAsia="uk-UA"/>
        </w:rPr>
        <w:t>ану по Е.А. </w:t>
      </w:r>
      <w:r w:rsidRPr="00E86F03">
        <w:rPr>
          <w:rFonts w:ascii="Times New Roman" w:hAnsi="Times New Roman" w:cs="Times New Roman"/>
          <w:sz w:val="28"/>
          <w:szCs w:val="28"/>
          <w:lang w:eastAsia="uk-UA"/>
        </w:rPr>
        <w:t>Пирогово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 w:rsidRPr="00E86F03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205" w:rsidRPr="00E86F03" w:rsidRDefault="00580205" w:rsidP="00A277BA">
      <w:pPr>
        <w:tabs>
          <w:tab w:val="left" w:pos="33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Використано на </w:t>
      </w:r>
      <w:r w:rsidRPr="001F6644">
        <w:rPr>
          <w:rFonts w:ascii="Times New Roman" w:hAnsi="Times New Roman" w:cs="Times New Roman"/>
          <w:sz w:val="28"/>
          <w:szCs w:val="28"/>
          <w:lang w:eastAsia="uk-UA"/>
        </w:rPr>
        <w:t>занят</w:t>
      </w:r>
      <w:r>
        <w:rPr>
          <w:rFonts w:ascii="Times New Roman" w:hAnsi="Times New Roman" w:cs="Times New Roman"/>
          <w:sz w:val="28"/>
          <w:szCs w:val="28"/>
          <w:lang w:eastAsia="uk-UA"/>
        </w:rPr>
        <w:t>тях</w:t>
      </w:r>
      <w:r w:rsidRPr="001F6644">
        <w:rPr>
          <w:rFonts w:ascii="Times New Roman" w:hAnsi="Times New Roman" w:cs="Times New Roman"/>
          <w:sz w:val="28"/>
          <w:szCs w:val="28"/>
          <w:lang w:eastAsia="uk-UA"/>
        </w:rPr>
        <w:t xml:space="preserve"> з фізичного виховання на початковому етапі навчання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підхід </w:t>
      </w:r>
      <w:r w:rsidRPr="001F6644">
        <w:rPr>
          <w:rFonts w:ascii="Times New Roman" w:hAnsi="Times New Roman" w:cs="Times New Roman"/>
          <w:sz w:val="28"/>
          <w:szCs w:val="28"/>
          <w:lang w:eastAsia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їх </w:t>
      </w:r>
      <w:r w:rsidRPr="001F6644">
        <w:rPr>
          <w:rFonts w:ascii="Times New Roman" w:hAnsi="Times New Roman" w:cs="Times New Roman"/>
          <w:sz w:val="28"/>
          <w:szCs w:val="28"/>
          <w:lang w:eastAsia="uk-UA"/>
        </w:rPr>
        <w:t xml:space="preserve">організації з урахуванням визначення рівня </w:t>
      </w:r>
      <w:r>
        <w:rPr>
          <w:rFonts w:ascii="Times New Roman" w:hAnsi="Times New Roman" w:cs="Times New Roman"/>
          <w:sz w:val="28"/>
          <w:szCs w:val="28"/>
          <w:lang w:eastAsia="uk-UA"/>
        </w:rPr>
        <w:t>функціонального стану студентів.</w:t>
      </w:r>
    </w:p>
    <w:p w:rsidR="00580205" w:rsidRPr="001F6644" w:rsidRDefault="00580205" w:rsidP="003F2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77B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Перспективи</w:t>
      </w:r>
      <w:r w:rsidRPr="00A277B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277B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подальших досліджень</w:t>
      </w:r>
      <w:r w:rsidRPr="00A277BA">
        <w:rPr>
          <w:rFonts w:ascii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Планується</w:t>
      </w:r>
      <w:r w:rsidRPr="001F6644">
        <w:rPr>
          <w:rFonts w:ascii="Times New Roman" w:hAnsi="Times New Roman" w:cs="Times New Roman"/>
          <w:sz w:val="28"/>
          <w:szCs w:val="28"/>
          <w:lang w:eastAsia="uk-UA"/>
        </w:rPr>
        <w:t xml:space="preserve"> пошук нових підходів в організації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занять з фізичного виховання на початковому етапі навчання і після вимушених перерв </w:t>
      </w:r>
      <w:r w:rsidRPr="001F6644">
        <w:rPr>
          <w:rFonts w:ascii="Times New Roman" w:hAnsi="Times New Roman" w:cs="Times New Roman"/>
          <w:sz w:val="28"/>
          <w:szCs w:val="28"/>
          <w:lang w:eastAsia="uk-UA"/>
        </w:rPr>
        <w:t>та уточненні змісту робочої навчальної програми на наступних етапах навчання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205" w:rsidRPr="006168FC" w:rsidRDefault="00580205" w:rsidP="006168F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6168F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Список використаної літератури:</w:t>
      </w:r>
    </w:p>
    <w:p w:rsidR="00580205" w:rsidRPr="003F2555" w:rsidRDefault="00580205" w:rsidP="003F2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1.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ab/>
        <w:t>Боднар И.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Р. Физическое воспитание студентов с низким уровнем физической подготовленности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A96841">
        <w:rPr>
          <w:rFonts w:ascii="Times New Roman" w:hAnsi="Times New Roman" w:cs="Times New Roman"/>
          <w:sz w:val="28"/>
          <w:szCs w:val="28"/>
          <w:lang w:val="ru-RU" w:eastAsia="uk-UA"/>
        </w:rPr>
        <w:t>[Текст]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: автореф. дис. на соискание науч. звания канд. наук с физ. вос. и спорта: спец. 24.00.02. «Физическая культура, физическое воспитание разных групп населения» / И.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Р. Боднар. – Луцк, 2000. – 19 с.</w:t>
      </w:r>
    </w:p>
    <w:p w:rsidR="00580205" w:rsidRDefault="00580205" w:rsidP="003F2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2.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ab/>
        <w:t>Дубогай О.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Д. Физическое воспитание и здоровье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.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У</w:t>
      </w:r>
      <w:r w:rsidRPr="00A96841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ч. пособие для студ. ВУЗов 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[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Текст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] / О.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Д. 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Дубогай, Н.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Н. Завидивская, О.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В. Ханикянц. – К.: УСБ НБУ, 2012. – 270 с.</w:t>
      </w:r>
    </w:p>
    <w:p w:rsidR="00580205" w:rsidRPr="003F2555" w:rsidRDefault="00580205" w:rsidP="003F2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hAnsi="Times New Roman" w:cs="Times New Roman"/>
          <w:sz w:val="28"/>
          <w:szCs w:val="28"/>
          <w:lang w:val="ru-RU" w:eastAsia="uk-UA"/>
        </w:rPr>
        <w:t>3.</w:t>
      </w:r>
      <w:r w:rsidRPr="0057302C">
        <w:rPr>
          <w:rFonts w:ascii="Times New Roman" w:hAnsi="Times New Roman" w:cs="Times New Roman"/>
          <w:sz w:val="28"/>
          <w:szCs w:val="28"/>
          <w:lang w:val="ru-RU" w:eastAsia="uk-UA"/>
        </w:rPr>
        <w:tab/>
        <w:t>Маракушин А.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57302C">
        <w:rPr>
          <w:rFonts w:ascii="Times New Roman" w:hAnsi="Times New Roman" w:cs="Times New Roman"/>
          <w:sz w:val="28"/>
          <w:szCs w:val="28"/>
          <w:lang w:val="ru-RU" w:eastAsia="uk-UA"/>
        </w:rPr>
        <w:t>І.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57302C">
        <w:rPr>
          <w:rFonts w:ascii="Times New Roman" w:hAnsi="Times New Roman" w:cs="Times New Roman"/>
          <w:sz w:val="28"/>
          <w:szCs w:val="28"/>
          <w:lang w:val="ru-RU" w:eastAsia="uk-UA"/>
        </w:rPr>
        <w:t>Раціональна організація занять груп фізичної реабілітації на п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очатковому етапі навчання у ВНЗ </w:t>
      </w:r>
      <w:r w:rsidRPr="00B90D65">
        <w:rPr>
          <w:rFonts w:ascii="Times New Roman" w:hAnsi="Times New Roman" w:cs="Times New Roman"/>
          <w:sz w:val="28"/>
          <w:szCs w:val="28"/>
          <w:lang w:val="ru-RU" w:eastAsia="uk-UA"/>
        </w:rPr>
        <w:t>[Текст] /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А. І. </w:t>
      </w:r>
      <w:r w:rsidRPr="00B90D65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Маракушин,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О. Г. </w:t>
      </w:r>
      <w:r w:rsidRPr="00B90D65">
        <w:rPr>
          <w:rFonts w:ascii="Times New Roman" w:hAnsi="Times New Roman" w:cs="Times New Roman"/>
          <w:sz w:val="28"/>
          <w:szCs w:val="28"/>
          <w:lang w:val="ru-RU" w:eastAsia="uk-UA"/>
        </w:rPr>
        <w:t>Піддубний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, Ж. О. Цимбалюк </w:t>
      </w:r>
      <w:r w:rsidRPr="00B90D65">
        <w:rPr>
          <w:rFonts w:ascii="Times New Roman" w:hAnsi="Times New Roman" w:cs="Times New Roman"/>
          <w:sz w:val="28"/>
          <w:szCs w:val="28"/>
          <w:lang w:val="ru-RU" w:eastAsia="uk-UA"/>
        </w:rPr>
        <w:t>//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B90D65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Педагогіка, психологія та медико-біологічні проблеми фізичного виховання і спорту: наук. монографія за ред.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Єрмакова </w:t>
      </w:r>
      <w:r w:rsidRPr="00B90D65">
        <w:rPr>
          <w:rFonts w:ascii="Times New Roman" w:hAnsi="Times New Roman" w:cs="Times New Roman"/>
          <w:sz w:val="28"/>
          <w:szCs w:val="28"/>
          <w:lang w:val="ru-RU" w:eastAsia="uk-UA"/>
        </w:rPr>
        <w:t>С.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 </w:t>
      </w:r>
      <w:r w:rsidRPr="00B90D65">
        <w:rPr>
          <w:rFonts w:ascii="Times New Roman" w:hAnsi="Times New Roman" w:cs="Times New Roman"/>
          <w:sz w:val="28"/>
          <w:szCs w:val="28"/>
          <w:lang w:val="ru-RU" w:eastAsia="uk-UA"/>
        </w:rPr>
        <w:t>С.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‒</w:t>
      </w:r>
      <w:r w:rsidRPr="00B90D65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Х.: ХДАДМ, 2014.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‒</w:t>
      </w:r>
      <w:r w:rsidRPr="00B90D65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№6.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‒</w:t>
      </w:r>
      <w:r w:rsidRPr="00B90D65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С. 31-35.</w:t>
      </w:r>
    </w:p>
    <w:p w:rsidR="00580205" w:rsidRPr="003F2555" w:rsidRDefault="00580205" w:rsidP="003F2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hAnsi="Times New Roman" w:cs="Times New Roman"/>
          <w:sz w:val="28"/>
          <w:szCs w:val="28"/>
          <w:lang w:val="ru-RU" w:eastAsia="uk-UA"/>
        </w:rPr>
        <w:t>4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.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ab/>
        <w:t>Пирогова Е.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А. Совершенствование физического состояния человека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CA6292">
        <w:rPr>
          <w:rFonts w:ascii="Times New Roman" w:hAnsi="Times New Roman" w:cs="Times New Roman"/>
          <w:sz w:val="28"/>
          <w:szCs w:val="28"/>
          <w:lang w:val="ru-RU" w:eastAsia="uk-UA"/>
        </w:rPr>
        <w:t>[Текст] /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Е. А. Пирогова. 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‒ Киев, 1989.‒ 168 с.</w:t>
      </w:r>
    </w:p>
    <w:p w:rsidR="00580205" w:rsidRPr="001B20DC" w:rsidRDefault="00580205" w:rsidP="00AE25A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uk-UA"/>
        </w:rPr>
        <w:t>5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.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ab/>
        <w:t>Ц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и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мбалюк Ж.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О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. Орган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і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зация р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о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бот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и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студент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і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в спец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і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ального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навчального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відділення.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М</w:t>
      </w:r>
      <w:r w:rsidRPr="006168FC">
        <w:rPr>
          <w:rFonts w:ascii="Times New Roman" w:hAnsi="Times New Roman" w:cs="Times New Roman"/>
          <w:sz w:val="28"/>
          <w:szCs w:val="28"/>
          <w:lang w:val="ru-RU" w:eastAsia="uk-UA"/>
        </w:rPr>
        <w:t>етодич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ні</w:t>
      </w:r>
      <w:r w:rsidRPr="006168FC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рекомендац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ії</w:t>
      </w:r>
      <w:r w:rsidRPr="006168FC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для студент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і</w:t>
      </w:r>
      <w:r w:rsidRPr="006168FC">
        <w:rPr>
          <w:rFonts w:ascii="Times New Roman" w:hAnsi="Times New Roman" w:cs="Times New Roman"/>
          <w:sz w:val="28"/>
          <w:szCs w:val="28"/>
          <w:lang w:val="ru-RU" w:eastAsia="uk-UA"/>
        </w:rPr>
        <w:t>в спеціального навчального відділення В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Н</w:t>
      </w:r>
      <w:r w:rsidRPr="006168FC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З 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[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Текст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] / Ж.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О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. Ц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и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мбалюк, Л.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В. Коник, М.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 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. І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са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є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ва. – Харк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і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в: ХНПУ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ім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. Г.С. Сковород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и</w:t>
      </w:r>
      <w:r w:rsidRPr="003F2555">
        <w:rPr>
          <w:rFonts w:ascii="Times New Roman" w:hAnsi="Times New Roman" w:cs="Times New Roman"/>
          <w:sz w:val="28"/>
          <w:szCs w:val="28"/>
          <w:lang w:val="ru-RU" w:eastAsia="uk-UA"/>
        </w:rPr>
        <w:t>, 2013.‒ 40 с.</w:t>
      </w:r>
    </w:p>
    <w:sectPr w:rsidR="00580205" w:rsidRPr="001B20DC" w:rsidSect="00AB46D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27844"/>
    <w:multiLevelType w:val="hybridMultilevel"/>
    <w:tmpl w:val="91923A34"/>
    <w:lvl w:ilvl="0" w:tplc="B322AEE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176"/>
    <w:rsid w:val="00003319"/>
    <w:rsid w:val="00040293"/>
    <w:rsid w:val="00110D95"/>
    <w:rsid w:val="00121E0A"/>
    <w:rsid w:val="001A68DF"/>
    <w:rsid w:val="001B20DC"/>
    <w:rsid w:val="001F6644"/>
    <w:rsid w:val="00220E2D"/>
    <w:rsid w:val="002558BD"/>
    <w:rsid w:val="00321530"/>
    <w:rsid w:val="003221A3"/>
    <w:rsid w:val="0033473E"/>
    <w:rsid w:val="00376F3F"/>
    <w:rsid w:val="003F2555"/>
    <w:rsid w:val="00481C8F"/>
    <w:rsid w:val="004E3082"/>
    <w:rsid w:val="004F7969"/>
    <w:rsid w:val="00541176"/>
    <w:rsid w:val="0057302C"/>
    <w:rsid w:val="00580205"/>
    <w:rsid w:val="005D097B"/>
    <w:rsid w:val="006168FC"/>
    <w:rsid w:val="00660C49"/>
    <w:rsid w:val="006A6401"/>
    <w:rsid w:val="007313D7"/>
    <w:rsid w:val="007334CD"/>
    <w:rsid w:val="007F69B3"/>
    <w:rsid w:val="009A2DBB"/>
    <w:rsid w:val="009E7F0A"/>
    <w:rsid w:val="00A2650B"/>
    <w:rsid w:val="00A277BA"/>
    <w:rsid w:val="00A96841"/>
    <w:rsid w:val="00AB46D8"/>
    <w:rsid w:val="00AE25A2"/>
    <w:rsid w:val="00B16D3C"/>
    <w:rsid w:val="00B90D65"/>
    <w:rsid w:val="00BB438E"/>
    <w:rsid w:val="00CA6292"/>
    <w:rsid w:val="00CC1212"/>
    <w:rsid w:val="00D04516"/>
    <w:rsid w:val="00D3772B"/>
    <w:rsid w:val="00D3773A"/>
    <w:rsid w:val="00D67803"/>
    <w:rsid w:val="00DE1C9D"/>
    <w:rsid w:val="00DF5A1B"/>
    <w:rsid w:val="00E55747"/>
    <w:rsid w:val="00E86F03"/>
    <w:rsid w:val="00ED066E"/>
    <w:rsid w:val="00F94D7F"/>
    <w:rsid w:val="00F95448"/>
    <w:rsid w:val="00FC0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73E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D0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0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70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70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0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754</TotalTime>
  <Pages>3</Pages>
  <Words>1235</Words>
  <Characters>7045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Коваленко</cp:lastModifiedBy>
  <cp:revision>17</cp:revision>
  <dcterms:created xsi:type="dcterms:W3CDTF">2015-11-19T09:46:00Z</dcterms:created>
  <dcterms:modified xsi:type="dcterms:W3CDTF">2017-04-25T07:26:00Z</dcterms:modified>
</cp:coreProperties>
</file>